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2769BC">
        <w:rPr>
          <w:rFonts w:ascii="Corbel" w:hAnsi="Corbel"/>
          <w:i/>
          <w:smallCaps/>
          <w:sz w:val="24"/>
          <w:szCs w:val="24"/>
        </w:rPr>
        <w:t>2022/2025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C454C5">
        <w:rPr>
          <w:rFonts w:ascii="Corbel" w:hAnsi="Corbel"/>
          <w:sz w:val="20"/>
          <w:szCs w:val="24"/>
        </w:rPr>
        <w:t>2023/2024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454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C45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C45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454C5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29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54C5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276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769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="00C454C5">
        <w:rPr>
          <w:rFonts w:ascii="Corbel" w:hAnsi="Corbel"/>
          <w:smallCaps w:val="0"/>
          <w:szCs w:val="24"/>
        </w:rPr>
        <w:t xml:space="preserve"> (z toku)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45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454C5" w:rsidRPr="001671CE" w:rsidRDefault="00C454C5" w:rsidP="00C45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 w:rsidR="00B85E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401752" w:rsidRPr="00A71892" w:rsidRDefault="00401752" w:rsidP="0040175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  <w:p w:rsidR="00B85ED5" w:rsidRPr="00A71892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B85ED5" w:rsidRPr="00AC610C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B85ED5" w:rsidRDefault="00B85ED5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B85ED5" w:rsidRPr="00A71892" w:rsidRDefault="00B85ED5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B85ED5" w:rsidRPr="00401752" w:rsidRDefault="00B85ED5" w:rsidP="00401752">
            <w:pPr>
              <w:spacing w:after="0" w:line="240" w:lineRule="auto"/>
              <w:rPr>
                <w:rFonts w:ascii="Corbel" w:eastAsia="Times New Roman" w:hAnsi="Corbel"/>
                <w:color w:val="000000"/>
                <w:sz w:val="18"/>
                <w:szCs w:val="18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B85ED5" w:rsidRPr="00A71892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B85ED5" w:rsidRDefault="00B85ED5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B85ED5" w:rsidRPr="00A71892" w:rsidRDefault="00B85ED5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295BD8">
              <w:rPr>
                <w:rFonts w:ascii="Corbel" w:hAnsi="Corbel"/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40175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454C5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C454C5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C61DC5" w:rsidRPr="001671CE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CCF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</w:p>
          <w:p w:rsidR="00C454C5" w:rsidRDefault="00C454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454C5" w:rsidRDefault="00C454C5" w:rsidP="00C454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454C5" w:rsidRDefault="00C454C5" w:rsidP="00C454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454C5" w:rsidRPr="001671CE" w:rsidRDefault="00401752" w:rsidP="00C454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21715F">
              <w:rPr>
                <w:rFonts w:ascii="Corbel" w:hAnsi="Corbel"/>
                <w:sz w:val="24"/>
                <w:szCs w:val="24"/>
              </w:rPr>
              <w:t xml:space="preserve">                             60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769BC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GWP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="00020828"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J.A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AA4" w:rsidRDefault="00E15AA4" w:rsidP="00C16ABF">
      <w:pPr>
        <w:spacing w:after="0" w:line="240" w:lineRule="auto"/>
      </w:pPr>
      <w:r>
        <w:separator/>
      </w:r>
    </w:p>
  </w:endnote>
  <w:endnote w:type="continuationSeparator" w:id="0">
    <w:p w:rsidR="00E15AA4" w:rsidRDefault="00E15A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AA4" w:rsidRDefault="00E15AA4" w:rsidP="00C16ABF">
      <w:pPr>
        <w:spacing w:after="0" w:line="240" w:lineRule="auto"/>
      </w:pPr>
      <w:r>
        <w:separator/>
      </w:r>
    </w:p>
  </w:footnote>
  <w:footnote w:type="continuationSeparator" w:id="0">
    <w:p w:rsidR="00E15AA4" w:rsidRDefault="00E15AA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EAC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15F"/>
    <w:rsid w:val="0022477D"/>
    <w:rsid w:val="002278A9"/>
    <w:rsid w:val="002336F9"/>
    <w:rsid w:val="0024028F"/>
    <w:rsid w:val="00244ABC"/>
    <w:rsid w:val="002769BC"/>
    <w:rsid w:val="00281FF2"/>
    <w:rsid w:val="002857DE"/>
    <w:rsid w:val="00291567"/>
    <w:rsid w:val="00295BD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97CBD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0175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E3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09B"/>
    <w:rsid w:val="007F1652"/>
    <w:rsid w:val="007F4155"/>
    <w:rsid w:val="0081554D"/>
    <w:rsid w:val="0081707E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C1331"/>
    <w:rsid w:val="009C376F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29C"/>
    <w:rsid w:val="00A84C85"/>
    <w:rsid w:val="00A97DE1"/>
    <w:rsid w:val="00AB053C"/>
    <w:rsid w:val="00AC72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88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ED5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4C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15AA4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7F5F"/>
  <w15:docId w15:val="{02904B0A-8EF2-4B5C-AECC-E44F1FE1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A842E-0631-49A6-ADB9-8B514818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8</cp:revision>
  <cp:lastPrinted>2019-02-06T12:12:00Z</cp:lastPrinted>
  <dcterms:created xsi:type="dcterms:W3CDTF">2022-03-30T20:14:00Z</dcterms:created>
  <dcterms:modified xsi:type="dcterms:W3CDTF">2022-09-29T12:51:00Z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